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363737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0" w:name="默认IP地址"/>
      <w:bookmarkEnd w:id="0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1" w:name="sdk端口号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2" w:name="默认用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3" w:name="默认密码"/>
      <w:bookmarkEnd w:id="3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4" w:name="Demo类型"/>
      <w:bookmarkEnd w:id="4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5" w:name="POEIP地址"/>
      <w:bookmarkEnd w:id="5"/>
    </w:p>
    <w:p w:rsidR="004F0F82" w:rsidRDefault="004F0F82" w:rsidP="0031720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6" w:name="OEMCODE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7" w:name="修改时间"/>
      <w:r w:rsidR="00D9478B">
        <w:rPr>
          <w:rFonts w:hint="eastAsia"/>
        </w:rPr>
        <w:t>是</w:t>
      </w:r>
      <w:bookmarkEnd w:id="7"/>
    </w:p>
    <w:p w:rsidR="00FD0C59" w:rsidRDefault="00FD0C59" w:rsidP="00030246">
      <w:pPr>
        <w:pStyle w:val="a7"/>
        <w:ind w:left="360" w:firstLineChars="0" w:firstLine="0"/>
      </w:pPr>
      <w:r>
        <w:rPr>
          <w:rFonts w:hint="eastAsia"/>
        </w:rPr>
        <w:t>时区：</w:t>
      </w:r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8" w:name="调整标准"/>
      <w:bookmarkEnd w:id="8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9" w:name="夏令时"/>
      <w:r w:rsidR="00D9478B">
        <w:rPr>
          <w:rFonts w:hint="eastAsia"/>
        </w:rPr>
        <w:t>否</w:t>
      </w:r>
      <w:bookmarkEnd w:id="9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0" w:name="起始时间"/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1" w:name="结束时间"/>
      <w:bookmarkEnd w:id="11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2" w:name="是否登录超级用户"/>
      <w:r w:rsidR="00D9478B">
        <w:rPr>
          <w:rFonts w:hint="eastAsia"/>
        </w:rPr>
        <w:t>否</w:t>
      </w:r>
      <w:bookmarkEnd w:id="12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3" w:name="超级用户"/>
      <w:bookmarkEnd w:id="13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4" w:name="超级密码"/>
      <w:bookmarkEnd w:id="14"/>
    </w:p>
    <w:p w:rsidR="00BA42C2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5" w:name="默认语言"/>
      <w:bookmarkEnd w:id="15"/>
      <w:r w:rsidR="00827A0E">
        <w:rPr>
          <w:rFonts w:hint="eastAsia"/>
        </w:rPr>
        <w:t>俄语</w:t>
      </w:r>
      <w:bookmarkStart w:id="16" w:name="_GoBack"/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7" w:name="默认制式"/>
      <w:bookmarkEnd w:id="17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r w:rsidR="00363737">
        <w:rPr>
          <w:rFonts w:hint="eastAsia"/>
        </w:rPr>
        <w:t>否</w:t>
      </w:r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18" w:name="配套IPC"/>
      <w:bookmarkEnd w:id="18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31720A" w:rsidRPr="004678D9" w:rsidRDefault="0031720A" w:rsidP="0031720A">
      <w:pPr>
        <w:pStyle w:val="a7"/>
        <w:ind w:left="360" w:firstLineChars="0" w:firstLine="0"/>
      </w:pPr>
      <w:bookmarkStart w:id="19" w:name="PTZ协议"/>
      <w:bookmarkEnd w:id="19"/>
    </w:p>
    <w:p w:rsidR="00D0321A" w:rsidRPr="0031720A" w:rsidRDefault="00D0321A" w:rsidP="00D0321A">
      <w:pPr>
        <w:pStyle w:val="a7"/>
        <w:ind w:left="360" w:firstLineChars="0" w:firstLine="0"/>
      </w:pPr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0" w:name="码流类型"/>
      <w:bookmarkEnd w:id="20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1" w:name="定制重启"/>
      <w:bookmarkEnd w:id="21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2" w:name="预览权限"/>
      <w:bookmarkEnd w:id="22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3" w:name="序列号显示"/>
      <w:r w:rsidR="00D9478B">
        <w:rPr>
          <w:rFonts w:hint="eastAsia"/>
        </w:rPr>
        <w:t>一致</w:t>
      </w:r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4" w:name="版本号显示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5" w:name="T1定制"/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6" w:name="串口定制"/>
      <w:bookmarkEnd w:id="26"/>
    </w:p>
    <w:p w:rsidR="00E75A02" w:rsidRPr="008F2B18" w:rsidRDefault="00781F7C" w:rsidP="00C0558D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30246"/>
    <w:rsid w:val="00072106"/>
    <w:rsid w:val="000A5EA8"/>
    <w:rsid w:val="00137232"/>
    <w:rsid w:val="001C4A15"/>
    <w:rsid w:val="00287820"/>
    <w:rsid w:val="002E0035"/>
    <w:rsid w:val="0031720A"/>
    <w:rsid w:val="0036276E"/>
    <w:rsid w:val="00363737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27A0E"/>
    <w:rsid w:val="00842B02"/>
    <w:rsid w:val="008B5EB6"/>
    <w:rsid w:val="008F2B18"/>
    <w:rsid w:val="00953DF9"/>
    <w:rsid w:val="009D751C"/>
    <w:rsid w:val="00B949CC"/>
    <w:rsid w:val="00BA42C2"/>
    <w:rsid w:val="00BE4EB2"/>
    <w:rsid w:val="00C0558D"/>
    <w:rsid w:val="00C53741"/>
    <w:rsid w:val="00D0321A"/>
    <w:rsid w:val="00D9478B"/>
    <w:rsid w:val="00D95D14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0171309F-D261-4BC6-AE6F-5298B224B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9D9FA-790A-46A3-B4D5-3FFD9C30F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</Template>
  <TotalTime>24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黄宏宇5</cp:lastModifiedBy>
  <cp:revision>24</cp:revision>
  <dcterms:created xsi:type="dcterms:W3CDTF">2017-03-23T06:52:00Z</dcterms:created>
  <dcterms:modified xsi:type="dcterms:W3CDTF">2023-03-08T06:36:00Z</dcterms:modified>
</cp:coreProperties>
</file>