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82" w:rsidRPr="00F5351C" w:rsidRDefault="004F0F82" w:rsidP="004F0F82">
      <w:pPr>
        <w:rPr>
          <w:b/>
        </w:rPr>
      </w:pPr>
      <w:bookmarkStart w:id="0" w:name="_GoBack"/>
      <w:bookmarkEnd w:id="0"/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1" w:name="默认IP地址"/>
      <w:bookmarkEnd w:id="1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2" w:name="sdk端口号"/>
      <w:bookmarkEnd w:id="2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3" w:name="默认用户"/>
      <w:bookmarkEnd w:id="3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4" w:name="默认密码"/>
      <w:bookmarkEnd w:id="4"/>
    </w:p>
    <w:p w:rsidR="004F0F82" w:rsidRDefault="007F147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5" w:name="Demo类型"/>
      <w:r w:rsidR="00BE1B6E">
        <w:rPr>
          <w:rFonts w:hint="eastAsia"/>
        </w:rPr>
        <w:t>基线菜单</w:t>
      </w:r>
      <w:bookmarkEnd w:id="5"/>
    </w:p>
    <w:p w:rsidR="008B5EB6" w:rsidRDefault="008B5EB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6" w:name="POEIP地址"/>
      <w:bookmarkEnd w:id="6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7" w:name="OEMCODE"/>
      <w:bookmarkEnd w:id="7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8" w:name="修改时间"/>
      <w:r w:rsidR="00BE1B6E">
        <w:rPr>
          <w:rFonts w:hint="eastAsia"/>
        </w:rPr>
        <w:t>否</w:t>
      </w:r>
      <w:bookmarkEnd w:id="8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时区：</w:t>
      </w:r>
      <w:bookmarkStart w:id="9" w:name="时区"/>
      <w:bookmarkEnd w:id="9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调整标准：</w:t>
      </w:r>
      <w:bookmarkStart w:id="10" w:name="调整标准"/>
      <w:bookmarkEnd w:id="10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开启夏令时：</w:t>
      </w:r>
      <w:bookmarkStart w:id="11" w:name="夏令时"/>
      <w:bookmarkEnd w:id="11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起始时间：</w:t>
      </w:r>
      <w:bookmarkStart w:id="12" w:name="起始时间"/>
      <w:bookmarkEnd w:id="12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结束时间：</w:t>
      </w:r>
      <w:bookmarkStart w:id="13" w:name="结束时间"/>
      <w:bookmarkEnd w:id="13"/>
    </w:p>
    <w:p w:rsidR="004678D9" w:rsidRDefault="00BE4EB2" w:rsidP="00BE4EB2">
      <w:pPr>
        <w:pStyle w:val="a5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4" w:name="是否登录超级用户"/>
      <w:r w:rsidR="00BE1B6E">
        <w:rPr>
          <w:rFonts w:hint="eastAsia"/>
        </w:rPr>
        <w:t>否</w:t>
      </w:r>
      <w:bookmarkEnd w:id="14"/>
    </w:p>
    <w:p w:rsidR="004678D9" w:rsidRDefault="004678D9" w:rsidP="004678D9">
      <w:pPr>
        <w:pStyle w:val="a5"/>
        <w:ind w:left="360" w:firstLineChars="0" w:firstLine="0"/>
      </w:pPr>
      <w:r>
        <w:rPr>
          <w:rFonts w:hint="eastAsia"/>
        </w:rPr>
        <w:t>登录用户名：</w:t>
      </w:r>
      <w:bookmarkStart w:id="15" w:name="超级用户"/>
      <w:bookmarkEnd w:id="15"/>
    </w:p>
    <w:p w:rsidR="00BE4EB2" w:rsidRPr="004678D9" w:rsidRDefault="00BE4EB2" w:rsidP="004678D9">
      <w:pPr>
        <w:pStyle w:val="a5"/>
        <w:ind w:left="360" w:firstLineChars="0" w:firstLine="0"/>
      </w:pPr>
      <w:r>
        <w:rPr>
          <w:rFonts w:hint="eastAsia"/>
        </w:rPr>
        <w:t>登录密码：</w:t>
      </w:r>
      <w:bookmarkStart w:id="16" w:name="超级密码"/>
      <w:bookmarkEnd w:id="16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7" w:name="默认语言"/>
      <w:r w:rsidR="00BE1B6E">
        <w:rPr>
          <w:rFonts w:hint="eastAsia"/>
        </w:rPr>
        <w:t>俄语</w:t>
      </w:r>
      <w:bookmarkEnd w:id="17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8" w:name="默认制式"/>
      <w:bookmarkEnd w:id="18"/>
    </w:p>
    <w:p w:rsidR="008F2B18" w:rsidRDefault="00BE4EB2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9" w:name="是否支持自定义"/>
      <w:r w:rsidR="00BE1B6E">
        <w:rPr>
          <w:rFonts w:hint="eastAsia"/>
        </w:rPr>
        <w:t>是</w:t>
      </w:r>
      <w:bookmarkEnd w:id="19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5"/>
        <w:ind w:left="360" w:firstLineChars="0" w:firstLine="0"/>
      </w:pPr>
      <w:bookmarkStart w:id="20" w:name="配套IPC"/>
      <w:bookmarkEnd w:id="20"/>
    </w:p>
    <w:p w:rsidR="008F2B18" w:rsidRDefault="004678D9" w:rsidP="008F2B18">
      <w:pPr>
        <w:pStyle w:val="a5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D0321A" w:rsidRDefault="00D0321A" w:rsidP="00D0321A">
      <w:pPr>
        <w:pStyle w:val="a5"/>
        <w:ind w:left="360" w:firstLineChars="0" w:firstLine="0"/>
      </w:pPr>
      <w:bookmarkStart w:id="21" w:name="PTZ协议"/>
      <w:bookmarkEnd w:id="21"/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5"/>
        <w:ind w:left="360" w:firstLineChars="0" w:firstLine="0"/>
      </w:pPr>
      <w:bookmarkStart w:id="22" w:name="码流类型"/>
      <w:bookmarkEnd w:id="22"/>
    </w:p>
    <w:p w:rsidR="004678D9" w:rsidRDefault="00E70F9A" w:rsidP="00E70F9A">
      <w:pPr>
        <w:pStyle w:val="a5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3" w:name="定制重启"/>
      <w:bookmarkEnd w:id="23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4" w:name="预览权限"/>
      <w:bookmarkEnd w:id="24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5" w:name="序列号显示"/>
      <w:r w:rsidR="00BE1B6E">
        <w:rPr>
          <w:rFonts w:hint="eastAsia"/>
        </w:rPr>
        <w:t>一致</w:t>
      </w:r>
      <w:bookmarkEnd w:id="25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6" w:name="版本号显示"/>
      <w:bookmarkEnd w:id="26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5"/>
        <w:ind w:left="360" w:firstLineChars="0" w:firstLine="0"/>
      </w:pPr>
      <w:bookmarkStart w:id="27" w:name="T1定制"/>
      <w:bookmarkEnd w:id="27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5"/>
        <w:ind w:left="360" w:firstLineChars="0" w:firstLine="0"/>
      </w:pPr>
      <w:bookmarkStart w:id="28" w:name="串口定制"/>
      <w:bookmarkEnd w:id="28"/>
    </w:p>
    <w:p w:rsidR="00F72699" w:rsidRDefault="00781F7C" w:rsidP="00F7269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E75A02" w:rsidRPr="008F2B18" w:rsidRDefault="00E75A02" w:rsidP="00E75A02">
      <w:pPr>
        <w:pStyle w:val="a5"/>
        <w:ind w:left="360" w:firstLineChars="0" w:firstLine="0"/>
      </w:pPr>
      <w:bookmarkStart w:id="29" w:name="其它"/>
      <w:bookmarkEnd w:id="29"/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76E" w:rsidRDefault="0036276E" w:rsidP="000238EB">
      <w:r>
        <w:separator/>
      </w:r>
    </w:p>
  </w:endnote>
  <w:endnote w:type="continuationSeparator" w:id="0">
    <w:p w:rsidR="0036276E" w:rsidRDefault="0036276E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76E" w:rsidRDefault="0036276E" w:rsidP="000238EB">
      <w:r>
        <w:separator/>
      </w:r>
    </w:p>
  </w:footnote>
  <w:footnote w:type="continuationSeparator" w:id="0">
    <w:p w:rsidR="0036276E" w:rsidRDefault="0036276E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87820"/>
    <w:rsid w:val="002E0035"/>
    <w:rsid w:val="0036276E"/>
    <w:rsid w:val="003D07F5"/>
    <w:rsid w:val="004678D9"/>
    <w:rsid w:val="004B1B03"/>
    <w:rsid w:val="004F0F82"/>
    <w:rsid w:val="005307A8"/>
    <w:rsid w:val="005A24D9"/>
    <w:rsid w:val="005C757A"/>
    <w:rsid w:val="00606AC6"/>
    <w:rsid w:val="006A1644"/>
    <w:rsid w:val="00781F7C"/>
    <w:rsid w:val="007F1476"/>
    <w:rsid w:val="00815B84"/>
    <w:rsid w:val="00842B02"/>
    <w:rsid w:val="008B5EB6"/>
    <w:rsid w:val="008F2B18"/>
    <w:rsid w:val="00953DF9"/>
    <w:rsid w:val="009D751C"/>
    <w:rsid w:val="00B949CC"/>
    <w:rsid w:val="00BE1B6E"/>
    <w:rsid w:val="00BE4EB2"/>
    <w:rsid w:val="00C53741"/>
    <w:rsid w:val="00D0321A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7AC80-4250-449A-9B71-5BF583013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17</TotalTime>
  <Pages>1</Pages>
  <Words>48</Words>
  <Characters>276</Characters>
  <Application>Microsoft Office Word</Application>
  <DocSecurity>0</DocSecurity>
  <Lines>2</Lines>
  <Paragraphs>1</Paragraphs>
  <ScaleCrop>false</ScaleCrop>
  <Company>Microsoft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CN=李世汉/O=HIKVISION</cp:lastModifiedBy>
  <cp:revision>18</cp:revision>
  <dcterms:created xsi:type="dcterms:W3CDTF">2017-03-23T06:52:00Z</dcterms:created>
  <dcterms:modified xsi:type="dcterms:W3CDTF">2018-08-29T07:39:00Z</dcterms:modified>
</cp:coreProperties>
</file>